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1C63FC" w14:textId="2D70840D" w:rsidR="00AD3C08" w:rsidRPr="00EA21D8" w:rsidRDefault="00EA21D8" w:rsidP="00EA21D8">
      <w:pPr>
        <w:jc w:val="center"/>
        <w:rPr>
          <w:rFonts w:asciiTheme="majorHAnsi" w:hAnsiTheme="majorHAnsi" w:cstheme="majorHAnsi"/>
          <w:lang w:eastAsia="ja-JP"/>
        </w:rPr>
      </w:pPr>
      <w:r w:rsidRPr="00EA21D8">
        <w:rPr>
          <w:rFonts w:asciiTheme="majorHAnsi" w:hAnsiTheme="majorHAnsi" w:cstheme="majorHAnsi"/>
          <w:noProof/>
          <w:color w:val="000000"/>
          <w:sz w:val="28"/>
          <w:szCs w:val="28"/>
          <w:lang w:eastAsia="ja-JP" w:bidi="ar-SA"/>
        </w:rPr>
        <w:drawing>
          <wp:anchor distT="0" distB="0" distL="114300" distR="114300" simplePos="0" relativeHeight="251658240" behindDoc="1" locked="0" layoutInCell="1" allowOverlap="1" wp14:anchorId="5BF99065" wp14:editId="45F9FE19">
            <wp:simplePos x="0" y="0"/>
            <wp:positionH relativeFrom="column">
              <wp:posOffset>-1187450</wp:posOffset>
            </wp:positionH>
            <wp:positionV relativeFrom="paragraph">
              <wp:posOffset>4754880</wp:posOffset>
            </wp:positionV>
            <wp:extent cx="2987040" cy="617855"/>
            <wp:effectExtent l="3492" t="0" r="953" b="952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8704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1D8">
        <w:rPr>
          <w:rFonts w:asciiTheme="majorHAnsi" w:hAnsiTheme="majorHAnsi" w:cstheme="majorHAnsi"/>
          <w:noProof/>
          <w:color w:val="000000"/>
          <w:sz w:val="28"/>
          <w:szCs w:val="28"/>
          <w:lang w:eastAsia="ja-JP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3D4B83" wp14:editId="6B1CABDC">
                <wp:simplePos x="0" y="0"/>
                <wp:positionH relativeFrom="column">
                  <wp:posOffset>-770890</wp:posOffset>
                </wp:positionH>
                <wp:positionV relativeFrom="paragraph">
                  <wp:posOffset>2145030</wp:posOffset>
                </wp:positionV>
                <wp:extent cx="2446020" cy="3810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44602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32ACD1" w14:textId="0759F2FF" w:rsidR="00EA21D8" w:rsidRDefault="00AE2A4F"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ja-JP" w:bidi="ar-SA"/>
                              </w:rPr>
                              <w:t>Brettspiel ich und 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3D4B83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60.7pt;margin-top:168.9pt;width:192.6pt;height:30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" filled="f" stroked="f" strokeweight=".5pt">
                <v:textbox>
                  <w:txbxContent>
                    <w:p w14:paraId="4F32ACD1" w14:textId="0759F2FF" w:rsidR="00EA21D8" w:rsidRDefault="00AE2A4F"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ja-JP" w:bidi="ar-SA"/>
                        </w:rPr>
                        <w:t>Brettspiel ich und ach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5"/>
        <w:gridCol w:w="1985"/>
        <w:gridCol w:w="1985"/>
        <w:gridCol w:w="1985"/>
      </w:tblGrid>
      <w:tr w:rsidR="00EA21D8" w:rsidRPr="00EA21D8" w14:paraId="03349033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6D348120" w14:textId="23EFD491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 w:val="36"/>
                <w:szCs w:val="36"/>
                <w:lang w:eastAsia="ja-JP"/>
              </w:rPr>
              <w:t>START ►</w:t>
            </w:r>
          </w:p>
        </w:tc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AACE0" w14:textId="54B9C619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Es ist um acht, aufwachen!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6D7C7" w14:textId="4A4403C9" w:rsidR="00EA21D8" w:rsidRPr="00EA21D8" w:rsidRDefault="00E7233D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Der Schlauch hat ein Loch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0D54B" w14:textId="0FE61442" w:rsidR="00EA21D8" w:rsidRPr="00EA21D8" w:rsidRDefault="00EA21D8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Ich brauche Knoblauch!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667A0" w14:textId="77777777" w:rsidR="00E7233D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Johann</w:t>
            </w:r>
          </w:p>
          <w:p w14:paraId="3459A99A" w14:textId="77777777" w:rsidR="00E7233D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Sebastian</w:t>
            </w:r>
          </w:p>
          <w:p w14:paraId="3CA37C95" w14:textId="6ECC552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Bach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6EF2DE7" w14:textId="5BC94DC8" w:rsidR="00EA21D8" w:rsidRPr="00EA21D8" w:rsidRDefault="00E7233D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Achim und Joachim haben eine Tochter.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0C0E597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Cs w:val="24"/>
              </w:rPr>
              <w:t>3 Felder zurück</w:t>
            </w:r>
          </w:p>
        </w:tc>
      </w:tr>
      <w:tr w:rsidR="00EA21D8" w:rsidRPr="00EA21D8" w14:paraId="2BBC0F51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8CACCE" w14:textId="66DAFDB3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CE0342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5FD0CF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DA5E7C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14:paraId="196760E3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FCB3E4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DF9FC" w14:textId="6D211FA5" w:rsidR="00EA21D8" w:rsidRPr="00EA21D8" w:rsidRDefault="00EA21D8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Herr Koch kocht gern.</w:t>
            </w:r>
          </w:p>
        </w:tc>
      </w:tr>
      <w:tr w:rsidR="00EA21D8" w:rsidRPr="00EA21D8" w14:paraId="196025FB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A456F0" w14:textId="69464CF5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Cs w:val="24"/>
              </w:rPr>
              <w:t>3 Felder weiter</w:t>
            </w:r>
          </w:p>
        </w:tc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81E17" w14:textId="069AF06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Ach</w:t>
            </w:r>
            <w:r w:rsidR="00E7233D">
              <w:rPr>
                <w:rFonts w:asciiTheme="majorHAnsi" w:hAnsiTheme="majorHAnsi" w:cstheme="majorHAnsi"/>
                <w:szCs w:val="24"/>
              </w:rPr>
              <w:t>,</w:t>
            </w:r>
            <w:r>
              <w:rPr>
                <w:rFonts w:asciiTheme="majorHAnsi" w:hAnsiTheme="majorHAnsi" w:cstheme="majorHAnsi"/>
                <w:szCs w:val="24"/>
              </w:rPr>
              <w:t xml:space="preserve"> mach doch mal!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71738" w14:textId="28B270EF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Lachen macht gesund.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662A865" w14:textId="0B98AC8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Mein Bauch tut weh. Aua!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E2F77F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Cs w:val="24"/>
              </w:rPr>
              <w:t>2 Felder zurück</w:t>
            </w:r>
          </w:p>
        </w:tc>
        <w:tc>
          <w:tcPr>
            <w:tcW w:w="1985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B3D7D94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78AB0" w14:textId="78EEE8C9" w:rsidR="00EA21D8" w:rsidRPr="00EA21D8" w:rsidRDefault="00EA21D8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Gute Nacht!</w:t>
            </w:r>
          </w:p>
        </w:tc>
      </w:tr>
      <w:tr w:rsidR="00EA21D8" w:rsidRPr="00EA21D8" w14:paraId="2DF88521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DCFD3" w14:textId="328814E8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Schachmatt!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93A951F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14:paraId="5777C90C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8C07B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2ACF079" w14:textId="5B930AD6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Rauchen macht krank.</w:t>
            </w:r>
          </w:p>
        </w:tc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9217DE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C4353" w14:textId="77777777" w:rsidR="00E7233D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laufen</w:t>
            </w:r>
          </w:p>
          <w:p w14:paraId="08146118" w14:textId="77777777" w:rsidR="00E7233D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oder</w:t>
            </w:r>
          </w:p>
          <w:p w14:paraId="12AA652F" w14:textId="1FCC9F9F" w:rsidR="00EA21D8" w:rsidRPr="00EA21D8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rauchen</w:t>
            </w:r>
          </w:p>
        </w:tc>
      </w:tr>
      <w:tr w:rsidR="00EA21D8" w:rsidRPr="00EA21D8" w14:paraId="3C61E22C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820A6" w14:textId="0DD96750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Ich suche das Kuchenrezept.</w:t>
            </w:r>
          </w:p>
        </w:tc>
        <w:tc>
          <w:tcPr>
            <w:tcW w:w="1985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14:paraId="62A95C17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63ECBC1" w14:textId="1DAAC46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 w:val="36"/>
                <w:szCs w:val="36"/>
              </w:rPr>
              <w:t>ZIEL</w:t>
            </w:r>
            <w:r w:rsidRPr="00EA21D8">
              <w:rPr>
                <w:rFonts w:asciiTheme="majorHAnsi" w:hAnsiTheme="majorHAnsi" w:cstheme="majorHAnsi"/>
                <w:sz w:val="40"/>
                <w:szCs w:val="40"/>
              </w:rPr>
              <w:t xml:space="preserve"> </w:t>
            </w:r>
            <w:r w:rsidRPr="00EA21D8">
              <w:rPr>
                <w:rFonts w:ascii="Cambria Math" w:hAnsi="Cambria Math" w:cs="Cambria Math"/>
                <w:sz w:val="40"/>
                <w:szCs w:val="40"/>
              </w:rPr>
              <w:t>⦿</w:t>
            </w:r>
          </w:p>
        </w:tc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21B6616" w14:textId="4C651F3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noch </w:t>
            </w:r>
            <w:proofErr w:type="spellStart"/>
            <w:r>
              <w:rPr>
                <w:rFonts w:asciiTheme="majorHAnsi" w:hAnsiTheme="majorHAnsi" w:cstheme="majorHAnsi"/>
                <w:szCs w:val="24"/>
              </w:rPr>
              <w:t>achtund</w:t>
            </w:r>
            <w:proofErr w:type="spellEnd"/>
            <w:r>
              <w:rPr>
                <w:rFonts w:asciiTheme="majorHAnsi" w:hAnsiTheme="majorHAnsi" w:cstheme="majorHAnsi"/>
                <w:szCs w:val="24"/>
              </w:rPr>
              <w:t xml:space="preserve">-achtzig Mal 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280B98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Style w:val="Endnotenzeichen"/>
                <w:rFonts w:asciiTheme="majorHAnsi" w:hAnsiTheme="majorHAnsi" w:cstheme="majorHAnsi"/>
                <w:szCs w:val="24"/>
              </w:rPr>
              <w:t>5 Felder zurück</w:t>
            </w:r>
          </w:p>
        </w:tc>
        <w:tc>
          <w:tcPr>
            <w:tcW w:w="1985" w:type="dxa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4B51A980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077D5" w14:textId="4A2FBCA1" w:rsidR="00EA21D8" w:rsidRPr="00EA21D8" w:rsidRDefault="00EA21D8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am Mittwochnachmittag Kuchen essen</w:t>
            </w:r>
          </w:p>
        </w:tc>
      </w:tr>
      <w:tr w:rsidR="00EA21D8" w:rsidRPr="00EA21D8" w14:paraId="49D032B7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22E89E1" w14:textId="4A29EEC8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Wach doch endlich auf!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6C32B0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7E15B63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BA973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2207B5E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3298FC7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0C7D9BD7" w14:textId="2569D82F" w:rsidR="00EA21D8" w:rsidRPr="00EA21D8" w:rsidRDefault="00E7233D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Jetzt ist es schon acht nach acht. Wach auf!</w:t>
            </w:r>
          </w:p>
        </w:tc>
      </w:tr>
      <w:tr w:rsidR="00EA21D8" w:rsidRPr="00EA21D8" w14:paraId="7620135B" w14:textId="77777777" w:rsidTr="00EA21D8">
        <w:trPr>
          <w:trHeight w:val="1418"/>
          <w:jc w:val="center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3366561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Fonts w:asciiTheme="majorHAnsi" w:hAnsiTheme="majorHAnsi" w:cstheme="majorHAnsi"/>
                <w:szCs w:val="24"/>
              </w:rPr>
              <w:t>4 Felder zurück</w:t>
            </w:r>
          </w:p>
        </w:tc>
        <w:tc>
          <w:tcPr>
            <w:tcW w:w="1985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1C6BA" w14:textId="0CAF4FD8" w:rsidR="00EA21D8" w:rsidRDefault="00EA21D8" w:rsidP="00EA21D8">
            <w:pPr>
              <w:jc w:val="center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noch acht</w:t>
            </w:r>
          </w:p>
          <w:p w14:paraId="68DC1E57" w14:textId="1F114893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Wochen üben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4E338" w14:textId="5A8DA25F" w:rsidR="00EA21D8" w:rsidRPr="00EA21D8" w:rsidRDefault="00E7233D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Lach doch mal!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DBF9A" w14:textId="6064C900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in der Nacht eine Party machen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C2BC6" w14:textId="62B74B1E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>ein Buch über Sprachen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0A80094" w14:textId="3EBA6616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Mit </w:t>
            </w:r>
            <w:proofErr w:type="spellStart"/>
            <w:r>
              <w:rPr>
                <w:rFonts w:asciiTheme="majorHAnsi" w:hAnsiTheme="majorHAnsi" w:cstheme="majorHAnsi"/>
                <w:szCs w:val="24"/>
              </w:rPr>
              <w:t>achtundachzig</w:t>
            </w:r>
            <w:proofErr w:type="spellEnd"/>
            <w:r>
              <w:rPr>
                <w:rFonts w:asciiTheme="majorHAnsi" w:hAnsiTheme="majorHAnsi" w:cstheme="majorHAnsi"/>
                <w:szCs w:val="24"/>
              </w:rPr>
              <w:t xml:space="preserve"> Jahren fängt das Leben an.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82B09B5" w14:textId="77777777" w:rsidR="00EA21D8" w:rsidRPr="00EA21D8" w:rsidRDefault="00EA21D8" w:rsidP="00EA21D8">
            <w:pPr>
              <w:jc w:val="center"/>
              <w:rPr>
                <w:rStyle w:val="Endnotenzeichen"/>
                <w:rFonts w:asciiTheme="majorHAnsi" w:hAnsiTheme="majorHAnsi" w:cstheme="majorHAnsi"/>
                <w:szCs w:val="24"/>
              </w:rPr>
            </w:pPr>
            <w:r w:rsidRPr="00EA21D8">
              <w:rPr>
                <w:rStyle w:val="Endnotenzeichen"/>
                <w:rFonts w:asciiTheme="majorHAnsi" w:hAnsiTheme="majorHAnsi" w:cstheme="majorHAnsi"/>
                <w:szCs w:val="24"/>
              </w:rPr>
              <w:t>2 Felder w</w:t>
            </w:r>
            <w:r w:rsidRPr="00EA21D8">
              <w:rPr>
                <w:rFonts w:asciiTheme="majorHAnsi" w:hAnsiTheme="majorHAnsi" w:cstheme="majorHAnsi"/>
                <w:szCs w:val="24"/>
              </w:rPr>
              <w:t>eiter</w:t>
            </w:r>
          </w:p>
        </w:tc>
      </w:tr>
    </w:tbl>
    <w:p w14:paraId="563E5635" w14:textId="01D463F9" w:rsidR="00017052" w:rsidRPr="00EA21D8" w:rsidRDefault="00017052" w:rsidP="00EA21D8">
      <w:pPr>
        <w:rPr>
          <w:rStyle w:val="Endnotenzeichen"/>
          <w:rFonts w:asciiTheme="majorHAnsi" w:hAnsiTheme="majorHAnsi" w:cstheme="majorHAnsi"/>
          <w:szCs w:val="40"/>
        </w:rPr>
      </w:pPr>
    </w:p>
    <w:sectPr w:rsidR="00017052" w:rsidRPr="00EA21D8" w:rsidSect="00CB1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84" w:right="284" w:bottom="284" w:left="28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DF1B0" w14:textId="77777777" w:rsidR="001226DE" w:rsidRDefault="001226DE">
      <w:r>
        <w:separator/>
      </w:r>
    </w:p>
  </w:endnote>
  <w:endnote w:type="continuationSeparator" w:id="0">
    <w:p w14:paraId="7C1A146F" w14:textId="77777777" w:rsidR="001226DE" w:rsidRDefault="0012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24980" w14:textId="77777777" w:rsidR="00EA21D8" w:rsidRDefault="00EA21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4FD59" w14:textId="77777777" w:rsidR="00EA21D8" w:rsidRDefault="00EA21D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FE848" w14:textId="77777777" w:rsidR="00EA21D8" w:rsidRDefault="00EA21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7104A" w14:textId="77777777" w:rsidR="001226DE" w:rsidRDefault="001226DE">
      <w:r>
        <w:separator/>
      </w:r>
    </w:p>
  </w:footnote>
  <w:footnote w:type="continuationSeparator" w:id="0">
    <w:p w14:paraId="2FB50581" w14:textId="77777777" w:rsidR="001226DE" w:rsidRDefault="00122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E67FB" w14:textId="77777777" w:rsidR="00EA21D8" w:rsidRDefault="00EA21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11843" w14:textId="77777777" w:rsidR="00EA21D8" w:rsidRDefault="00EA21D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5F3BC" w14:textId="77777777" w:rsidR="00EA21D8" w:rsidRDefault="00EA21D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8D7"/>
    <w:rsid w:val="00001619"/>
    <w:rsid w:val="0001211A"/>
    <w:rsid w:val="00013A07"/>
    <w:rsid w:val="0001428C"/>
    <w:rsid w:val="00017052"/>
    <w:rsid w:val="00067DEB"/>
    <w:rsid w:val="00082E87"/>
    <w:rsid w:val="00090FB9"/>
    <w:rsid w:val="00094B72"/>
    <w:rsid w:val="00094CDA"/>
    <w:rsid w:val="00095549"/>
    <w:rsid w:val="000A495F"/>
    <w:rsid w:val="000C2DCE"/>
    <w:rsid w:val="000C5971"/>
    <w:rsid w:val="000E0A98"/>
    <w:rsid w:val="000E65A2"/>
    <w:rsid w:val="000F71AF"/>
    <w:rsid w:val="00111247"/>
    <w:rsid w:val="001226DE"/>
    <w:rsid w:val="00166CE5"/>
    <w:rsid w:val="00172788"/>
    <w:rsid w:val="001735C4"/>
    <w:rsid w:val="00174B19"/>
    <w:rsid w:val="00185B4C"/>
    <w:rsid w:val="00193497"/>
    <w:rsid w:val="001A35B2"/>
    <w:rsid w:val="001A43F9"/>
    <w:rsid w:val="001B18D7"/>
    <w:rsid w:val="001B6B8E"/>
    <w:rsid w:val="001D0FE6"/>
    <w:rsid w:val="001D2588"/>
    <w:rsid w:val="001D342B"/>
    <w:rsid w:val="001D66CD"/>
    <w:rsid w:val="001E0589"/>
    <w:rsid w:val="001F0289"/>
    <w:rsid w:val="00210D3A"/>
    <w:rsid w:val="00211491"/>
    <w:rsid w:val="00223895"/>
    <w:rsid w:val="00251C60"/>
    <w:rsid w:val="002665F4"/>
    <w:rsid w:val="00266FF6"/>
    <w:rsid w:val="00267A50"/>
    <w:rsid w:val="00274AC0"/>
    <w:rsid w:val="00275E36"/>
    <w:rsid w:val="00280367"/>
    <w:rsid w:val="00283E89"/>
    <w:rsid w:val="002927AB"/>
    <w:rsid w:val="002932E8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2460"/>
    <w:rsid w:val="0030666A"/>
    <w:rsid w:val="003073BC"/>
    <w:rsid w:val="00312D7F"/>
    <w:rsid w:val="003140FE"/>
    <w:rsid w:val="00315D46"/>
    <w:rsid w:val="003233AF"/>
    <w:rsid w:val="00324899"/>
    <w:rsid w:val="003345D1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5B86"/>
    <w:rsid w:val="003F3C11"/>
    <w:rsid w:val="003F6497"/>
    <w:rsid w:val="00401CB7"/>
    <w:rsid w:val="00412609"/>
    <w:rsid w:val="00420D44"/>
    <w:rsid w:val="00432DEB"/>
    <w:rsid w:val="00440D70"/>
    <w:rsid w:val="00445788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81379"/>
    <w:rsid w:val="004879CA"/>
    <w:rsid w:val="00491569"/>
    <w:rsid w:val="0049212F"/>
    <w:rsid w:val="00492583"/>
    <w:rsid w:val="004A5C95"/>
    <w:rsid w:val="004B183C"/>
    <w:rsid w:val="004B542B"/>
    <w:rsid w:val="004C06FE"/>
    <w:rsid w:val="004E3E7E"/>
    <w:rsid w:val="004F7CCA"/>
    <w:rsid w:val="00510ADC"/>
    <w:rsid w:val="00511F39"/>
    <w:rsid w:val="00515231"/>
    <w:rsid w:val="00517AE8"/>
    <w:rsid w:val="00525382"/>
    <w:rsid w:val="00525EF1"/>
    <w:rsid w:val="005362B0"/>
    <w:rsid w:val="005638B3"/>
    <w:rsid w:val="005641EE"/>
    <w:rsid w:val="00565535"/>
    <w:rsid w:val="00571B8F"/>
    <w:rsid w:val="005830AF"/>
    <w:rsid w:val="00587564"/>
    <w:rsid w:val="00590654"/>
    <w:rsid w:val="00591D2B"/>
    <w:rsid w:val="005D2B6D"/>
    <w:rsid w:val="005D30D9"/>
    <w:rsid w:val="005D5BB3"/>
    <w:rsid w:val="005E5E67"/>
    <w:rsid w:val="005F0D42"/>
    <w:rsid w:val="00601AC7"/>
    <w:rsid w:val="00607736"/>
    <w:rsid w:val="0061387C"/>
    <w:rsid w:val="00630DFF"/>
    <w:rsid w:val="006372A0"/>
    <w:rsid w:val="00653F66"/>
    <w:rsid w:val="00654565"/>
    <w:rsid w:val="00673FFE"/>
    <w:rsid w:val="00676C19"/>
    <w:rsid w:val="00691C51"/>
    <w:rsid w:val="00691FFB"/>
    <w:rsid w:val="00692F94"/>
    <w:rsid w:val="006A6AD8"/>
    <w:rsid w:val="006A6DA1"/>
    <w:rsid w:val="006C4965"/>
    <w:rsid w:val="006C4FC4"/>
    <w:rsid w:val="006D3C1D"/>
    <w:rsid w:val="006F0D41"/>
    <w:rsid w:val="00724EAF"/>
    <w:rsid w:val="00736F6E"/>
    <w:rsid w:val="00742906"/>
    <w:rsid w:val="00745EC0"/>
    <w:rsid w:val="007544E4"/>
    <w:rsid w:val="00754DC3"/>
    <w:rsid w:val="00766F04"/>
    <w:rsid w:val="00780DA0"/>
    <w:rsid w:val="00792051"/>
    <w:rsid w:val="00793826"/>
    <w:rsid w:val="007A0E37"/>
    <w:rsid w:val="007B6A6D"/>
    <w:rsid w:val="007C46F0"/>
    <w:rsid w:val="007C4B1D"/>
    <w:rsid w:val="007D3706"/>
    <w:rsid w:val="007D5B75"/>
    <w:rsid w:val="00813B7C"/>
    <w:rsid w:val="00815B12"/>
    <w:rsid w:val="00823DC2"/>
    <w:rsid w:val="008402C6"/>
    <w:rsid w:val="00853DC7"/>
    <w:rsid w:val="00874964"/>
    <w:rsid w:val="00881717"/>
    <w:rsid w:val="00883F39"/>
    <w:rsid w:val="008B7727"/>
    <w:rsid w:val="008F1E78"/>
    <w:rsid w:val="0090699C"/>
    <w:rsid w:val="009452CD"/>
    <w:rsid w:val="00951EB2"/>
    <w:rsid w:val="00957AEE"/>
    <w:rsid w:val="009634E8"/>
    <w:rsid w:val="00966435"/>
    <w:rsid w:val="00975FB5"/>
    <w:rsid w:val="0098709D"/>
    <w:rsid w:val="00990A89"/>
    <w:rsid w:val="009C7B1E"/>
    <w:rsid w:val="009D7D42"/>
    <w:rsid w:val="009E0367"/>
    <w:rsid w:val="00A25444"/>
    <w:rsid w:val="00A255FD"/>
    <w:rsid w:val="00A430F8"/>
    <w:rsid w:val="00A4458B"/>
    <w:rsid w:val="00A54E57"/>
    <w:rsid w:val="00A65216"/>
    <w:rsid w:val="00A65421"/>
    <w:rsid w:val="00A7598B"/>
    <w:rsid w:val="00A84B8A"/>
    <w:rsid w:val="00AA3486"/>
    <w:rsid w:val="00AA6402"/>
    <w:rsid w:val="00AB4D10"/>
    <w:rsid w:val="00AC0426"/>
    <w:rsid w:val="00AC072C"/>
    <w:rsid w:val="00AD3C08"/>
    <w:rsid w:val="00AD3CD6"/>
    <w:rsid w:val="00AD69D5"/>
    <w:rsid w:val="00AE2A4F"/>
    <w:rsid w:val="00AE75B5"/>
    <w:rsid w:val="00B253BA"/>
    <w:rsid w:val="00B3234C"/>
    <w:rsid w:val="00B3784E"/>
    <w:rsid w:val="00B54A54"/>
    <w:rsid w:val="00B811C1"/>
    <w:rsid w:val="00B82DB5"/>
    <w:rsid w:val="00BA29E4"/>
    <w:rsid w:val="00BC370F"/>
    <w:rsid w:val="00BC3A05"/>
    <w:rsid w:val="00BD3AF9"/>
    <w:rsid w:val="00BD4057"/>
    <w:rsid w:val="00BF2E36"/>
    <w:rsid w:val="00BF448F"/>
    <w:rsid w:val="00C26D30"/>
    <w:rsid w:val="00C26E88"/>
    <w:rsid w:val="00C35509"/>
    <w:rsid w:val="00C4194B"/>
    <w:rsid w:val="00C44D6E"/>
    <w:rsid w:val="00C66936"/>
    <w:rsid w:val="00C84BC0"/>
    <w:rsid w:val="00C96B54"/>
    <w:rsid w:val="00CB122B"/>
    <w:rsid w:val="00CC0943"/>
    <w:rsid w:val="00CC4700"/>
    <w:rsid w:val="00CD2B34"/>
    <w:rsid w:val="00CD5661"/>
    <w:rsid w:val="00CF18BE"/>
    <w:rsid w:val="00CF69CC"/>
    <w:rsid w:val="00CF6D47"/>
    <w:rsid w:val="00D049B2"/>
    <w:rsid w:val="00D12361"/>
    <w:rsid w:val="00D16B2B"/>
    <w:rsid w:val="00D20645"/>
    <w:rsid w:val="00D23630"/>
    <w:rsid w:val="00D4607E"/>
    <w:rsid w:val="00D577FE"/>
    <w:rsid w:val="00D57A9D"/>
    <w:rsid w:val="00D95210"/>
    <w:rsid w:val="00DA2646"/>
    <w:rsid w:val="00DF6C1A"/>
    <w:rsid w:val="00E16C1B"/>
    <w:rsid w:val="00E22FAD"/>
    <w:rsid w:val="00E30018"/>
    <w:rsid w:val="00E61489"/>
    <w:rsid w:val="00E7233D"/>
    <w:rsid w:val="00E74E1C"/>
    <w:rsid w:val="00E75568"/>
    <w:rsid w:val="00E96FC2"/>
    <w:rsid w:val="00EA21D8"/>
    <w:rsid w:val="00EA4EBE"/>
    <w:rsid w:val="00EB583B"/>
    <w:rsid w:val="00ED4364"/>
    <w:rsid w:val="00ED667C"/>
    <w:rsid w:val="00ED77C9"/>
    <w:rsid w:val="00EF1C3E"/>
    <w:rsid w:val="00F06F89"/>
    <w:rsid w:val="00F16A93"/>
    <w:rsid w:val="00F3470C"/>
    <w:rsid w:val="00F447D3"/>
    <w:rsid w:val="00F61C53"/>
    <w:rsid w:val="00F645F1"/>
    <w:rsid w:val="00F77350"/>
    <w:rsid w:val="00F962BD"/>
    <w:rsid w:val="00FA369F"/>
    <w:rsid w:val="00FC0400"/>
    <w:rsid w:val="00FC0F1D"/>
    <w:rsid w:val="00FC20C0"/>
    <w:rsid w:val="00FD2BE2"/>
    <w:rsid w:val="00FD3C55"/>
    <w:rsid w:val="00FE0FC5"/>
    <w:rsid w:val="00FE3A1A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10B452DD"/>
  <w15:chartTrackingRefBased/>
  <w15:docId w15:val="{AFF51ED6-D924-4002-A051-04D58AF0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numPr>
        <w:numId w:val="3"/>
      </w:numPr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CD2B34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Standard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C:\Users\RD\AppData\Roaming\Microsoft\Templates\Ohne Rand (QUER).dotx</Template>
  <TotalTime>0</TotalTime>
  <Pages>1</Pages>
  <Words>98</Words>
  <Characters>624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Ralph Degen</dc:creator>
  <cp:keywords/>
  <dc:description/>
  <cp:lastModifiedBy>David Fujisawa</cp:lastModifiedBy>
  <cp:revision>3</cp:revision>
  <cp:lastPrinted>2019-08-22T12:22:00Z</cp:lastPrinted>
  <dcterms:created xsi:type="dcterms:W3CDTF">2019-06-30T06:51:00Z</dcterms:created>
  <dcterms:modified xsi:type="dcterms:W3CDTF">2019-08-22T12:22:00Z</dcterms:modified>
</cp:coreProperties>
</file>